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6135B" w14:textId="77777777" w:rsidR="0083381C" w:rsidRPr="0083381C" w:rsidRDefault="00CD6897" w:rsidP="0083381C">
      <w:pPr>
        <w:spacing w:line="240" w:lineRule="auto"/>
        <w:jc w:val="right"/>
        <w:rPr>
          <w:rFonts w:ascii="Corbel" w:hAnsi="Corbel"/>
          <w:bCs/>
          <w:i/>
        </w:rPr>
      </w:pP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="0083381C" w:rsidRPr="0083381C">
        <w:rPr>
          <w:rFonts w:ascii="Corbel" w:hAnsi="Corbel"/>
          <w:bCs/>
          <w:i/>
        </w:rPr>
        <w:t>Załącznik nr 1.5 do Zarządzenia Rektora UR  nr 12/2019</w:t>
      </w:r>
    </w:p>
    <w:p w14:paraId="63A16DDD" w14:textId="77777777" w:rsidR="0083381C" w:rsidRPr="0083381C" w:rsidRDefault="0083381C" w:rsidP="008338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381C">
        <w:rPr>
          <w:rFonts w:ascii="Corbel" w:hAnsi="Corbel"/>
          <w:b/>
          <w:smallCaps/>
          <w:sz w:val="24"/>
          <w:szCs w:val="24"/>
        </w:rPr>
        <w:t>SYLABUS</w:t>
      </w:r>
    </w:p>
    <w:p w14:paraId="4300A608" w14:textId="56A3BB61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338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12300">
        <w:rPr>
          <w:rFonts w:ascii="Corbel" w:hAnsi="Corbel"/>
          <w:smallCaps/>
          <w:sz w:val="24"/>
          <w:szCs w:val="24"/>
        </w:rPr>
        <w:t>2022-2024</w:t>
      </w:r>
    </w:p>
    <w:p w14:paraId="0AEE4638" w14:textId="756A06E6" w:rsidR="0085747A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3381C">
        <w:rPr>
          <w:rFonts w:ascii="Corbel" w:hAnsi="Corbel"/>
          <w:sz w:val="20"/>
          <w:szCs w:val="20"/>
        </w:rPr>
        <w:t>Rok akademicki: 202</w:t>
      </w:r>
      <w:r w:rsidR="00F422A8">
        <w:rPr>
          <w:rFonts w:ascii="Corbel" w:hAnsi="Corbel"/>
          <w:sz w:val="20"/>
          <w:szCs w:val="20"/>
        </w:rPr>
        <w:t>2</w:t>
      </w:r>
      <w:r w:rsidRPr="0083381C">
        <w:rPr>
          <w:rFonts w:ascii="Corbel" w:hAnsi="Corbel"/>
          <w:sz w:val="20"/>
          <w:szCs w:val="20"/>
        </w:rPr>
        <w:t>/202</w:t>
      </w:r>
      <w:r w:rsidR="00F422A8">
        <w:rPr>
          <w:rFonts w:ascii="Corbel" w:hAnsi="Corbel"/>
          <w:sz w:val="20"/>
          <w:szCs w:val="20"/>
        </w:rPr>
        <w:t>3</w:t>
      </w:r>
    </w:p>
    <w:p w14:paraId="7208867E" w14:textId="77777777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C1C79CC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1CA5">
        <w:rPr>
          <w:rFonts w:ascii="Corbel" w:hAnsi="Corbel"/>
          <w:szCs w:val="24"/>
        </w:rPr>
        <w:t xml:space="preserve">1. </w:t>
      </w:r>
      <w:r w:rsidR="0085747A" w:rsidRPr="008B1CA5">
        <w:rPr>
          <w:rFonts w:ascii="Corbel" w:hAnsi="Corbel"/>
          <w:szCs w:val="24"/>
        </w:rPr>
        <w:t xml:space="preserve">Podstawowe </w:t>
      </w:r>
      <w:r w:rsidR="00445970" w:rsidRPr="008B1CA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B1CA5" w14:paraId="244F0982" w14:textId="77777777" w:rsidTr="007975CE">
        <w:tc>
          <w:tcPr>
            <w:tcW w:w="2694" w:type="dxa"/>
            <w:vAlign w:val="center"/>
          </w:tcPr>
          <w:p w14:paraId="7B7961D8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AB9A65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Projekty i programy UE</w:t>
            </w:r>
          </w:p>
        </w:tc>
      </w:tr>
      <w:tr w:rsidR="007975CE" w:rsidRPr="008B1CA5" w14:paraId="41C15725" w14:textId="77777777" w:rsidTr="007975CE">
        <w:tc>
          <w:tcPr>
            <w:tcW w:w="2694" w:type="dxa"/>
            <w:vAlign w:val="center"/>
          </w:tcPr>
          <w:p w14:paraId="072C7A99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68062A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="00761B9C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B1CA5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7975CE" w:rsidRPr="008B1CA5" w14:paraId="03934E0B" w14:textId="77777777" w:rsidTr="007975CE">
        <w:tc>
          <w:tcPr>
            <w:tcW w:w="2694" w:type="dxa"/>
            <w:vAlign w:val="center"/>
          </w:tcPr>
          <w:p w14:paraId="3138F0C6" w14:textId="77777777" w:rsidR="007975CE" w:rsidRPr="008B1CA5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079969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B1CA5" w14:paraId="1622D1D0" w14:textId="77777777" w:rsidTr="007975CE">
        <w:tc>
          <w:tcPr>
            <w:tcW w:w="2694" w:type="dxa"/>
            <w:vAlign w:val="center"/>
          </w:tcPr>
          <w:p w14:paraId="4525A32F" w14:textId="77777777" w:rsidR="007975CE" w:rsidRPr="0083381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8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21BD6" w14:textId="77777777" w:rsidR="007975CE" w:rsidRPr="0083381C" w:rsidRDefault="0083381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8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B1CA5" w14:paraId="29D7675F" w14:textId="77777777" w:rsidTr="007975CE">
        <w:tc>
          <w:tcPr>
            <w:tcW w:w="2694" w:type="dxa"/>
            <w:vAlign w:val="center"/>
          </w:tcPr>
          <w:p w14:paraId="50D7CFB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4846F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B1CA5" w14:paraId="46CC78FA" w14:textId="77777777" w:rsidTr="007975CE">
        <w:tc>
          <w:tcPr>
            <w:tcW w:w="2694" w:type="dxa"/>
            <w:vAlign w:val="center"/>
          </w:tcPr>
          <w:p w14:paraId="47A561BC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A338F2" w14:textId="77777777" w:rsidR="007975CE" w:rsidRPr="008B1CA5" w:rsidRDefault="003A50F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3381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B1CA5" w14:paraId="1C0EC917" w14:textId="77777777" w:rsidTr="007975CE">
        <w:tc>
          <w:tcPr>
            <w:tcW w:w="2694" w:type="dxa"/>
            <w:vAlign w:val="center"/>
          </w:tcPr>
          <w:p w14:paraId="2D49D93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1F47B6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B1CA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8B1CA5" w14:paraId="5B389ECF" w14:textId="77777777" w:rsidTr="007975CE">
        <w:tc>
          <w:tcPr>
            <w:tcW w:w="2694" w:type="dxa"/>
            <w:vAlign w:val="center"/>
          </w:tcPr>
          <w:p w14:paraId="7E454521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79F1A8" w14:textId="675D17AA" w:rsidR="007975CE" w:rsidRPr="008B1CA5" w:rsidRDefault="0000402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8B1CA5" w14:paraId="08211490" w14:textId="77777777" w:rsidTr="007975CE">
        <w:tc>
          <w:tcPr>
            <w:tcW w:w="2694" w:type="dxa"/>
            <w:vAlign w:val="center"/>
          </w:tcPr>
          <w:p w14:paraId="263150CE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CF5AE00" w14:textId="20FEB511" w:rsidR="007975CE" w:rsidRPr="008B1CA5" w:rsidRDefault="00F422A8" w:rsidP="00F422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3381C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7975CE" w:rsidRPr="008B1CA5" w14:paraId="452F3F93" w14:textId="77777777" w:rsidTr="007975CE">
        <w:tc>
          <w:tcPr>
            <w:tcW w:w="2694" w:type="dxa"/>
            <w:vAlign w:val="center"/>
          </w:tcPr>
          <w:p w14:paraId="781E94A0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38C6CB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8B1CA5" w14:paraId="2CBA8DF9" w14:textId="77777777" w:rsidTr="007975CE">
        <w:tc>
          <w:tcPr>
            <w:tcW w:w="2694" w:type="dxa"/>
            <w:vAlign w:val="center"/>
          </w:tcPr>
          <w:p w14:paraId="40A6BE79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E5FA27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B1CA5" w14:paraId="093F0A9C" w14:textId="77777777" w:rsidTr="007975CE">
        <w:tc>
          <w:tcPr>
            <w:tcW w:w="2694" w:type="dxa"/>
            <w:vAlign w:val="center"/>
          </w:tcPr>
          <w:p w14:paraId="0BE56134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CEAFE6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B1CA5" w14:paraId="2263CAE0" w14:textId="77777777" w:rsidTr="007975CE">
        <w:tc>
          <w:tcPr>
            <w:tcW w:w="2694" w:type="dxa"/>
            <w:vAlign w:val="center"/>
          </w:tcPr>
          <w:p w14:paraId="5286C67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794549" w14:textId="77777777" w:rsidR="007975CE" w:rsidRPr="008B1CA5" w:rsidRDefault="00851CA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696AC68B" w14:textId="77777777" w:rsidR="00923D7D" w:rsidRPr="008B1CA5" w:rsidRDefault="0085747A" w:rsidP="008338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* </w:t>
      </w:r>
      <w:r w:rsidRPr="008B1CA5">
        <w:rPr>
          <w:rFonts w:ascii="Corbel" w:hAnsi="Corbel"/>
          <w:i/>
          <w:sz w:val="24"/>
          <w:szCs w:val="24"/>
        </w:rPr>
        <w:t>-</w:t>
      </w:r>
      <w:r w:rsidR="00B90885" w:rsidRPr="008B1C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1CA5">
        <w:rPr>
          <w:rFonts w:ascii="Corbel" w:hAnsi="Corbel"/>
          <w:b w:val="0"/>
          <w:sz w:val="24"/>
          <w:szCs w:val="24"/>
        </w:rPr>
        <w:t>e,</w:t>
      </w:r>
      <w:r w:rsidR="0083381C">
        <w:rPr>
          <w:rFonts w:ascii="Corbel" w:hAnsi="Corbel"/>
          <w:b w:val="0"/>
          <w:sz w:val="24"/>
          <w:szCs w:val="24"/>
        </w:rPr>
        <w:t xml:space="preserve"> </w:t>
      </w:r>
      <w:r w:rsidRPr="008B1C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1CA5">
        <w:rPr>
          <w:rFonts w:ascii="Corbel" w:hAnsi="Corbel"/>
          <w:b w:val="0"/>
          <w:i/>
          <w:sz w:val="24"/>
          <w:szCs w:val="24"/>
        </w:rPr>
        <w:t>w Jednostce</w:t>
      </w:r>
    </w:p>
    <w:p w14:paraId="404FB42A" w14:textId="77777777" w:rsidR="0085747A" w:rsidRPr="008B1CA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1.</w:t>
      </w:r>
      <w:r w:rsidR="00E22FBC" w:rsidRPr="008B1CA5">
        <w:rPr>
          <w:rFonts w:ascii="Corbel" w:hAnsi="Corbel"/>
          <w:sz w:val="24"/>
          <w:szCs w:val="24"/>
        </w:rPr>
        <w:t>1</w:t>
      </w:r>
      <w:r w:rsidRPr="008B1C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BF77CA" w14:textId="77777777" w:rsidR="00923D7D" w:rsidRPr="008B1C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1CA5" w14:paraId="48D00CF7" w14:textId="77777777" w:rsidTr="008338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53A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Semestr</w:t>
            </w:r>
          </w:p>
          <w:p w14:paraId="458C19C2" w14:textId="77777777" w:rsidR="00015B8F" w:rsidRPr="008B1CA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(</w:t>
            </w:r>
            <w:r w:rsidR="00363F78" w:rsidRPr="008B1C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124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Wykł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F4DE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3DDC3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Konw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5801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1A39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Sem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B9DA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89C1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Prakt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F0AD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E5AD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1CA5">
              <w:rPr>
                <w:rFonts w:ascii="Corbel" w:hAnsi="Corbel"/>
                <w:b/>
                <w:szCs w:val="24"/>
              </w:rPr>
              <w:t>Liczba pkt</w:t>
            </w:r>
            <w:r w:rsidR="00B90885" w:rsidRPr="008B1CA5">
              <w:rPr>
                <w:rFonts w:ascii="Corbel" w:hAnsi="Corbel"/>
                <w:b/>
                <w:szCs w:val="24"/>
              </w:rPr>
              <w:t>.</w:t>
            </w:r>
            <w:r w:rsidRPr="008B1C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B1CA5" w14:paraId="6BFDAB8F" w14:textId="77777777" w:rsidTr="008338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47E1" w14:textId="455838EA" w:rsidR="00015B8F" w:rsidRPr="008B1CA5" w:rsidRDefault="00F422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6F03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8BB3" w14:textId="19C4A02B" w:rsidR="00015B8F" w:rsidRPr="008B1CA5" w:rsidRDefault="0000402E" w:rsidP="000040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220C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2643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B481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7C5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3B99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5CCA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5CC4" w14:textId="77777777" w:rsidR="00015B8F" w:rsidRPr="008B1CA5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F73E13" w14:textId="77777777" w:rsidR="00923D7D" w:rsidRPr="008B1CA5" w:rsidRDefault="00923D7D" w:rsidP="00B277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152E67" w14:textId="77777777" w:rsidR="0085747A" w:rsidRPr="008B1C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1.</w:t>
      </w:r>
      <w:r w:rsidR="00E22FBC" w:rsidRPr="008B1CA5">
        <w:rPr>
          <w:rFonts w:ascii="Corbel" w:hAnsi="Corbel"/>
          <w:smallCaps w:val="0"/>
          <w:szCs w:val="24"/>
        </w:rPr>
        <w:t>2</w:t>
      </w:r>
      <w:r w:rsidR="00F83B28" w:rsidRPr="008B1CA5">
        <w:rPr>
          <w:rFonts w:ascii="Corbel" w:hAnsi="Corbel"/>
          <w:smallCaps w:val="0"/>
          <w:szCs w:val="24"/>
        </w:rPr>
        <w:t>.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 xml:space="preserve">Sposób realizacji zajęć  </w:t>
      </w:r>
    </w:p>
    <w:p w14:paraId="35A1F48B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83381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212F4B25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2E628B55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87FAE6" w14:textId="77777777" w:rsidR="0083381C" w:rsidRPr="0083381C" w:rsidRDefault="0083381C" w:rsidP="0083381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381C">
        <w:rPr>
          <w:rFonts w:ascii="Corbel" w:hAnsi="Corbel"/>
          <w:smallCaps w:val="0"/>
          <w:szCs w:val="24"/>
        </w:rPr>
        <w:t xml:space="preserve">1.3 </w:t>
      </w:r>
      <w:r w:rsidRPr="0083381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83381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B0F3D1" w14:textId="77777777" w:rsidR="0083381C" w:rsidRPr="009C54AE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3381C">
        <w:rPr>
          <w:rFonts w:ascii="Corbel" w:hAnsi="Corbel"/>
          <w:b w:val="0"/>
          <w:smallCaps w:val="0"/>
          <w:szCs w:val="24"/>
        </w:rPr>
        <w:t>zaliczenie z oceną</w:t>
      </w:r>
    </w:p>
    <w:p w14:paraId="4B865D7C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D3F9A" w14:textId="77777777" w:rsidR="00E960BB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1CA5" w14:paraId="78599FEA" w14:textId="77777777" w:rsidTr="00745302">
        <w:tc>
          <w:tcPr>
            <w:tcW w:w="9670" w:type="dxa"/>
          </w:tcPr>
          <w:p w14:paraId="033DE3D2" w14:textId="77777777" w:rsidR="0085747A" w:rsidRPr="008B1CA5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2158CFCB" w14:textId="77777777" w:rsidR="00B056D3" w:rsidRPr="008B1CA5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286BFF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C3F9E5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567B04" w14:textId="77777777" w:rsidR="00F31C66" w:rsidRDefault="00F31C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BA2477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C4AB6" w14:textId="77777777" w:rsidR="00F422A8" w:rsidRDefault="00F422A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15C52B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lastRenderedPageBreak/>
        <w:t>3.</w:t>
      </w:r>
      <w:r w:rsidR="00A84C85" w:rsidRPr="008B1CA5">
        <w:rPr>
          <w:rFonts w:ascii="Corbel" w:hAnsi="Corbel"/>
          <w:szCs w:val="24"/>
        </w:rPr>
        <w:t>cele, efekty uczenia się</w:t>
      </w:r>
      <w:r w:rsidR="0085747A" w:rsidRPr="008B1CA5">
        <w:rPr>
          <w:rFonts w:ascii="Corbel" w:hAnsi="Corbel"/>
          <w:szCs w:val="24"/>
        </w:rPr>
        <w:t xml:space="preserve"> , treści Programowe i stosowane metody Dydaktyczne</w:t>
      </w:r>
    </w:p>
    <w:p w14:paraId="1F39D798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1094F3" w14:textId="77777777" w:rsidR="0085747A" w:rsidRPr="008B1CA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3.1 </w:t>
      </w:r>
      <w:r w:rsidR="00C05F44" w:rsidRPr="008B1CA5">
        <w:rPr>
          <w:rFonts w:ascii="Corbel" w:hAnsi="Corbel"/>
          <w:sz w:val="24"/>
          <w:szCs w:val="24"/>
        </w:rPr>
        <w:t>Cele przedmiotu</w:t>
      </w:r>
    </w:p>
    <w:p w14:paraId="5C2EE0A1" w14:textId="77777777" w:rsidR="00F83B28" w:rsidRPr="008B1CA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B1CA5" w14:paraId="3010B954" w14:textId="77777777" w:rsidTr="00923D7D">
        <w:tc>
          <w:tcPr>
            <w:tcW w:w="851" w:type="dxa"/>
            <w:vAlign w:val="center"/>
          </w:tcPr>
          <w:p w14:paraId="0D6C5CBA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2E160D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identyfikacji różnych rodzajów projektów współfinansowanych ze środków UE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B1CA5" w14:paraId="22E1A1C7" w14:textId="77777777" w:rsidTr="00923D7D">
        <w:tc>
          <w:tcPr>
            <w:tcW w:w="851" w:type="dxa"/>
            <w:vAlign w:val="center"/>
          </w:tcPr>
          <w:p w14:paraId="0CA2A5BC" w14:textId="77777777" w:rsidR="0085747A" w:rsidRPr="008B1CA5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6BCC515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B1CA5" w14:paraId="6A372CC8" w14:textId="77777777" w:rsidTr="00923D7D">
        <w:tc>
          <w:tcPr>
            <w:tcW w:w="851" w:type="dxa"/>
            <w:vAlign w:val="center"/>
          </w:tcPr>
          <w:p w14:paraId="45081F64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3A91FD5" w14:textId="77777777" w:rsidR="0085747A" w:rsidRPr="008B1CA5" w:rsidRDefault="00352B6B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61BDDEE7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1D337C" w14:textId="77777777" w:rsidR="001D7B54" w:rsidRPr="008B1CA5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3.2 </w:t>
      </w:r>
      <w:r w:rsidR="001D7B54" w:rsidRPr="008B1CA5">
        <w:rPr>
          <w:rFonts w:ascii="Corbel" w:hAnsi="Corbel"/>
          <w:b/>
          <w:sz w:val="24"/>
          <w:szCs w:val="24"/>
        </w:rPr>
        <w:t xml:space="preserve">Efekty </w:t>
      </w:r>
      <w:r w:rsidR="00C05F44" w:rsidRPr="008B1C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1CA5">
        <w:rPr>
          <w:rFonts w:ascii="Corbel" w:hAnsi="Corbel"/>
          <w:b/>
          <w:sz w:val="24"/>
          <w:szCs w:val="24"/>
        </w:rPr>
        <w:t>dla przedmiotu</w:t>
      </w:r>
    </w:p>
    <w:p w14:paraId="174D07A6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814"/>
      </w:tblGrid>
      <w:tr w:rsidR="00B056D3" w:rsidRPr="008B1CA5" w14:paraId="35DED017" w14:textId="77777777" w:rsidTr="00B27732">
        <w:tc>
          <w:tcPr>
            <w:tcW w:w="1418" w:type="dxa"/>
            <w:shd w:val="clear" w:color="auto" w:fill="auto"/>
            <w:vAlign w:val="center"/>
          </w:tcPr>
          <w:p w14:paraId="012B187E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7732">
              <w:rPr>
                <w:rFonts w:ascii="Corbel" w:hAnsi="Corbel"/>
                <w:smallCaps w:val="0"/>
                <w:szCs w:val="24"/>
              </w:rPr>
              <w:t>EK</w:t>
            </w:r>
            <w:r w:rsidRPr="00B27732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549" w:type="dxa"/>
            <w:vAlign w:val="center"/>
          </w:tcPr>
          <w:p w14:paraId="6D573B30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14" w:type="dxa"/>
            <w:vAlign w:val="center"/>
          </w:tcPr>
          <w:p w14:paraId="4686A117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B1CA5" w14:paraId="4F18FBB0" w14:textId="77777777" w:rsidTr="00B27732">
        <w:tc>
          <w:tcPr>
            <w:tcW w:w="1418" w:type="dxa"/>
          </w:tcPr>
          <w:p w14:paraId="3FE1C8F0" w14:textId="7D5A4657" w:rsidR="00B056D3" w:rsidRPr="008B1CA5" w:rsidRDefault="00F422A8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6D3" w:rsidRPr="008B1CA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49" w:type="dxa"/>
          </w:tcPr>
          <w:p w14:paraId="53E67D12" w14:textId="77777777" w:rsidR="00B056D3" w:rsidRPr="008B1CA5" w:rsidRDefault="00262FF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podstawow</w:t>
            </w:r>
            <w:r w:rsidRPr="008B1CA5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8B1CA5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4C590C3B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6</w:t>
            </w:r>
          </w:p>
          <w:p w14:paraId="0F371478" w14:textId="2D17ACC6" w:rsidR="00B056D3" w:rsidRPr="008B1CA5" w:rsidRDefault="00F422A8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</w:t>
            </w:r>
            <w:r w:rsidR="00B056D3" w:rsidRPr="008B1CA5">
              <w:rPr>
                <w:rFonts w:ascii="Corbel" w:hAnsi="Corbel"/>
                <w:b w:val="0"/>
                <w:szCs w:val="24"/>
              </w:rPr>
              <w:t>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8B1CA5" w14:paraId="156DB6C5" w14:textId="77777777" w:rsidTr="00B27732">
        <w:tc>
          <w:tcPr>
            <w:tcW w:w="1418" w:type="dxa"/>
          </w:tcPr>
          <w:p w14:paraId="0C7C5C58" w14:textId="0B4978DD" w:rsidR="00B056D3" w:rsidRPr="008B1CA5" w:rsidRDefault="00B056D3" w:rsidP="00F422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49" w:type="dxa"/>
          </w:tcPr>
          <w:p w14:paraId="19EF4170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0AAE1246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</w:t>
            </w:r>
            <w:r w:rsidR="00761B9C">
              <w:rPr>
                <w:rFonts w:ascii="Corbel" w:hAnsi="Corbel"/>
                <w:b w:val="0"/>
                <w:szCs w:val="24"/>
              </w:rPr>
              <w:t>2</w:t>
            </w:r>
          </w:p>
          <w:p w14:paraId="52FFBDD4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K_U06</w:t>
            </w:r>
          </w:p>
          <w:p w14:paraId="382242E9" w14:textId="77777777" w:rsidR="00262FFE" w:rsidRPr="008B1CA5" w:rsidRDefault="00262FFE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B056D3" w:rsidRPr="008B1CA5" w14:paraId="495A0EED" w14:textId="77777777" w:rsidTr="00B27732">
        <w:tc>
          <w:tcPr>
            <w:tcW w:w="1418" w:type="dxa"/>
          </w:tcPr>
          <w:p w14:paraId="2D095A0A" w14:textId="1CAE5E86" w:rsidR="00B056D3" w:rsidRPr="008B1CA5" w:rsidRDefault="00B056D3" w:rsidP="00F422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49" w:type="dxa"/>
          </w:tcPr>
          <w:p w14:paraId="5AD00D7E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uczestniczyć w realizacji projektów gospodarczych.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14:paraId="7AA28F22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K_K0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1EFB7271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F621272" w14:textId="77777777" w:rsidR="001D7B54" w:rsidRPr="008B1CA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6A7E7F" w14:textId="77777777" w:rsidR="0085747A" w:rsidRPr="008B1CA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>3.3</w:t>
      </w:r>
      <w:r w:rsidR="0085747A" w:rsidRPr="008B1CA5">
        <w:rPr>
          <w:rFonts w:ascii="Corbel" w:hAnsi="Corbel"/>
          <w:b/>
          <w:sz w:val="24"/>
          <w:szCs w:val="24"/>
        </w:rPr>
        <w:t>T</w:t>
      </w:r>
      <w:r w:rsidR="001D7B54" w:rsidRPr="008B1CA5">
        <w:rPr>
          <w:rFonts w:ascii="Corbel" w:hAnsi="Corbel"/>
          <w:b/>
          <w:sz w:val="24"/>
          <w:szCs w:val="24"/>
        </w:rPr>
        <w:t xml:space="preserve">reści programowe </w:t>
      </w:r>
    </w:p>
    <w:p w14:paraId="7083BB3B" w14:textId="77777777" w:rsidR="0046325E" w:rsidRPr="008B1CA5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8B2B242" w14:textId="77777777" w:rsidR="0085747A" w:rsidRPr="008B1CA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B1CA5">
        <w:rPr>
          <w:rFonts w:ascii="Corbel" w:hAnsi="Corbel"/>
          <w:sz w:val="24"/>
          <w:szCs w:val="24"/>
        </w:rPr>
        <w:t xml:space="preserve">, </w:t>
      </w:r>
      <w:r w:rsidRPr="008B1CA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B1CA5" w14:paraId="5EA8377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5023" w14:textId="77777777" w:rsidR="00046D98" w:rsidRPr="008B1CA5" w:rsidRDefault="00046D98" w:rsidP="00B2773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B1CA5" w14:paraId="0E7B8A9D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A785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8B1CA5" w14:paraId="5FB5F70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4EBA" w14:textId="77777777" w:rsidR="00046D98" w:rsidRPr="00B27732" w:rsidRDefault="00B27732" w:rsidP="00B277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Analiza programów operacyjnych wdrażanych w lata</w:t>
            </w:r>
            <w:r>
              <w:rPr>
                <w:rFonts w:ascii="Corbel" w:hAnsi="Corbel"/>
                <w:sz w:val="24"/>
                <w:szCs w:val="24"/>
              </w:rPr>
              <w:t xml:space="preserve">ch 2014-2020 i efektów wsparcia </w:t>
            </w:r>
            <w:r w:rsidRPr="008B1CA5">
              <w:rPr>
                <w:rFonts w:ascii="Corbel" w:hAnsi="Corbel"/>
                <w:sz w:val="24"/>
                <w:szCs w:val="24"/>
              </w:rPr>
              <w:t>finansowego regionów, powiatów i gmin</w:t>
            </w:r>
          </w:p>
        </w:tc>
      </w:tr>
      <w:tr w:rsidR="00046D98" w:rsidRPr="008B1CA5" w14:paraId="7219BCD9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CAD8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8B1CA5" w14:paraId="1398B793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BEC0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B1CA5" w14:paraId="4B9B5131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447D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8B1CA5" w14:paraId="67BD2888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A037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B1CA5" w14:paraId="5B2D090F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DF58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B1CA5" w14:paraId="3E58BFD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7956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6DC58981" w14:textId="77777777" w:rsidR="0046325E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 </w:t>
      </w:r>
    </w:p>
    <w:p w14:paraId="4E38FC3E" w14:textId="77777777" w:rsidR="00F31C66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B31C364" w14:textId="77777777" w:rsidR="00F31C66" w:rsidRPr="008B1CA5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F21D09C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0F4CBF20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E4CE8EC" w14:textId="77777777" w:rsidR="00A033A9" w:rsidRPr="008B1CA5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37906559" w14:textId="77777777" w:rsidR="00E960BB" w:rsidRPr="008B1CA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8CE957" w14:textId="77777777" w:rsidR="0085747A" w:rsidRPr="008B1CA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 </w:t>
      </w:r>
      <w:r w:rsidR="0085747A" w:rsidRPr="008B1CA5">
        <w:rPr>
          <w:rFonts w:ascii="Corbel" w:hAnsi="Corbel"/>
          <w:smallCaps w:val="0"/>
          <w:szCs w:val="24"/>
        </w:rPr>
        <w:t>METODY I KRYTERIA OCENY</w:t>
      </w:r>
    </w:p>
    <w:p w14:paraId="6DE0788F" w14:textId="77777777" w:rsidR="00923D7D" w:rsidRPr="008B1CA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7DEA80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1CA5">
        <w:rPr>
          <w:rFonts w:ascii="Corbel" w:hAnsi="Corbel"/>
          <w:smallCaps w:val="0"/>
          <w:szCs w:val="24"/>
        </w:rPr>
        <w:t>uczenia się</w:t>
      </w:r>
    </w:p>
    <w:p w14:paraId="149A27B7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B1CA5" w14:paraId="30EC693F" w14:textId="77777777" w:rsidTr="00793C5B">
        <w:tc>
          <w:tcPr>
            <w:tcW w:w="1843" w:type="dxa"/>
            <w:vAlign w:val="center"/>
          </w:tcPr>
          <w:p w14:paraId="78F24A94" w14:textId="77777777" w:rsidR="00A033A9" w:rsidRPr="008B1CA5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2240B54" w14:textId="77777777" w:rsidR="00A033A9" w:rsidRPr="008B1CA5" w:rsidRDefault="00B27732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1843" w:type="dxa"/>
            <w:vAlign w:val="center"/>
          </w:tcPr>
          <w:p w14:paraId="3BD336DC" w14:textId="77777777" w:rsidR="00A033A9" w:rsidRPr="008B1CA5" w:rsidRDefault="00A033A9" w:rsidP="00B277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33A9" w:rsidRPr="008B1CA5" w14:paraId="0810DEEB" w14:textId="77777777" w:rsidTr="00793C5B">
        <w:tc>
          <w:tcPr>
            <w:tcW w:w="1843" w:type="dxa"/>
          </w:tcPr>
          <w:p w14:paraId="788E5FC3" w14:textId="77777777" w:rsidR="00A033A9" w:rsidRPr="008B1CA5" w:rsidRDefault="00F31C66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812" w:type="dxa"/>
          </w:tcPr>
          <w:p w14:paraId="08FCBFCB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63567D46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2D751FF3" w14:textId="77777777" w:rsidTr="00793C5B">
        <w:tc>
          <w:tcPr>
            <w:tcW w:w="1843" w:type="dxa"/>
          </w:tcPr>
          <w:p w14:paraId="0A4493D9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03E8A156" w14:textId="77777777" w:rsidR="00A033A9" w:rsidRPr="008B1CA5" w:rsidRDefault="009976AF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</w:t>
            </w:r>
            <w:r w:rsidR="00A033A9" w:rsidRPr="008B1CA5">
              <w:rPr>
                <w:rFonts w:ascii="Corbel" w:hAnsi="Corbel"/>
                <w:sz w:val="24"/>
                <w:szCs w:val="24"/>
              </w:rPr>
              <w:t>raca zaliczeniowa , obserwacja postawy i ocena prezentowanego stanowiska</w:t>
            </w:r>
          </w:p>
        </w:tc>
        <w:tc>
          <w:tcPr>
            <w:tcW w:w="1843" w:type="dxa"/>
          </w:tcPr>
          <w:p w14:paraId="0E8207E2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423616A2" w14:textId="77777777" w:rsidTr="00793C5B">
        <w:tc>
          <w:tcPr>
            <w:tcW w:w="1843" w:type="dxa"/>
          </w:tcPr>
          <w:p w14:paraId="0157859F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5ADDE29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4A30839E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0F18EC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3BE7EE" w14:textId="77777777" w:rsidR="0085747A" w:rsidRPr="008B1CA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4.2 </w:t>
      </w:r>
      <w:r w:rsidR="0085747A" w:rsidRPr="008B1CA5">
        <w:rPr>
          <w:rFonts w:ascii="Corbel" w:hAnsi="Corbel"/>
          <w:smallCaps w:val="0"/>
          <w:szCs w:val="24"/>
        </w:rPr>
        <w:t>Warunki zaliczenia przedmiotu (kryteria oceniania)</w:t>
      </w:r>
    </w:p>
    <w:p w14:paraId="6B3D7943" w14:textId="77777777" w:rsidR="00923D7D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B1CA5" w14:paraId="3A44CCDD" w14:textId="77777777" w:rsidTr="00F22808">
        <w:tc>
          <w:tcPr>
            <w:tcW w:w="9520" w:type="dxa"/>
          </w:tcPr>
          <w:p w14:paraId="3061FD72" w14:textId="39158261" w:rsidR="00F22808" w:rsidRPr="008B1CA5" w:rsidRDefault="00F22808" w:rsidP="00B2773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</w:t>
            </w:r>
            <w:r w:rsidR="00F422A8">
              <w:rPr>
                <w:rFonts w:ascii="Corbel" w:hAnsi="Corbel"/>
                <w:sz w:val="24"/>
                <w:szCs w:val="24"/>
              </w:rPr>
              <w:t xml:space="preserve">entacji lub studium przypadku, </w:t>
            </w:r>
            <w:r w:rsidRPr="008B1CA5">
              <w:rPr>
                <w:rFonts w:ascii="Corbel" w:hAnsi="Corbel"/>
                <w:sz w:val="24"/>
                <w:szCs w:val="24"/>
              </w:rPr>
              <w:t>a także aktywność w pracy zespołowej podczas ćwiczeń.</w:t>
            </w:r>
          </w:p>
        </w:tc>
      </w:tr>
    </w:tbl>
    <w:p w14:paraId="7C741AF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A7588" w14:textId="77777777" w:rsidR="009F4610" w:rsidRPr="008B1CA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5. </w:t>
      </w:r>
      <w:r w:rsidR="00C61DC5" w:rsidRPr="008B1C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BB9E2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1CA5" w14:paraId="61002F51" w14:textId="77777777" w:rsidTr="00BE3D8F">
        <w:tc>
          <w:tcPr>
            <w:tcW w:w="4902" w:type="dxa"/>
            <w:vAlign w:val="center"/>
          </w:tcPr>
          <w:p w14:paraId="36AE028C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CA4954B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B1CA5" w14:paraId="2740DC4F" w14:textId="77777777" w:rsidTr="00BE3D8F">
        <w:tc>
          <w:tcPr>
            <w:tcW w:w="4902" w:type="dxa"/>
          </w:tcPr>
          <w:p w14:paraId="5F2424CB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8A46EF2" w14:textId="7E8D2129" w:rsidR="00BE3D8F" w:rsidRPr="008B1CA5" w:rsidRDefault="0000402E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BE3D8F" w:rsidRPr="008B1CA5" w14:paraId="231C6928" w14:textId="77777777" w:rsidTr="00BE3D8F">
        <w:tc>
          <w:tcPr>
            <w:tcW w:w="4902" w:type="dxa"/>
          </w:tcPr>
          <w:p w14:paraId="7E50847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F77551" w14:textId="29F836EC" w:rsidR="00BE3D8F" w:rsidRPr="008B1CA5" w:rsidRDefault="00F422A8" w:rsidP="00F422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BE3D8F"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D5C9066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8B1CA5" w14:paraId="263AE0B0" w14:textId="77777777" w:rsidTr="00BE3D8F">
        <w:tc>
          <w:tcPr>
            <w:tcW w:w="4902" w:type="dxa"/>
          </w:tcPr>
          <w:p w14:paraId="13FADDAE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B1CA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B1CA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170DE4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8B1CA5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17CA7B8" w14:textId="745A66FA" w:rsidR="00BE3D8F" w:rsidRPr="008B1CA5" w:rsidRDefault="0000402E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  <w:bookmarkStart w:id="0" w:name="_GoBack"/>
            <w:bookmarkEnd w:id="0"/>
          </w:p>
        </w:tc>
      </w:tr>
      <w:tr w:rsidR="00BE3D8F" w:rsidRPr="008B1CA5" w14:paraId="05FDB161" w14:textId="77777777" w:rsidTr="00BE3D8F">
        <w:tc>
          <w:tcPr>
            <w:tcW w:w="4902" w:type="dxa"/>
          </w:tcPr>
          <w:p w14:paraId="3BCA852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363C807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5</w:t>
            </w:r>
            <w:r w:rsidR="00046D98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0259E236" w14:textId="77777777" w:rsidTr="00BE3D8F">
        <w:tc>
          <w:tcPr>
            <w:tcW w:w="4902" w:type="dxa"/>
          </w:tcPr>
          <w:p w14:paraId="708A7AE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98DCC3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47DC07" w14:textId="77777777" w:rsidR="0085747A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1C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1CA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D0CB0A" w14:textId="77777777" w:rsidR="003E1941" w:rsidRPr="008B1CA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A2EF3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6. </w:t>
      </w:r>
      <w:r w:rsidR="0085747A" w:rsidRPr="008B1CA5">
        <w:rPr>
          <w:rFonts w:ascii="Corbel" w:hAnsi="Corbel"/>
          <w:smallCaps w:val="0"/>
          <w:szCs w:val="24"/>
        </w:rPr>
        <w:t>PRAKTYKI ZAWO</w:t>
      </w:r>
      <w:r w:rsidR="009D3F3B" w:rsidRPr="008B1CA5">
        <w:rPr>
          <w:rFonts w:ascii="Corbel" w:hAnsi="Corbel"/>
          <w:smallCaps w:val="0"/>
          <w:szCs w:val="24"/>
        </w:rPr>
        <w:t>DOWE W RAMACH PRZEDMIOTU</w:t>
      </w:r>
    </w:p>
    <w:p w14:paraId="6AB804D4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8B1CA5" w14:paraId="0D875B2F" w14:textId="77777777" w:rsidTr="00F31C66">
        <w:trPr>
          <w:trHeight w:val="397"/>
        </w:trPr>
        <w:tc>
          <w:tcPr>
            <w:tcW w:w="4224" w:type="dxa"/>
          </w:tcPr>
          <w:p w14:paraId="309E3014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FA73ACB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1CA5" w14:paraId="2D302B44" w14:textId="77777777" w:rsidTr="00F31C66">
        <w:trPr>
          <w:trHeight w:val="397"/>
        </w:trPr>
        <w:tc>
          <w:tcPr>
            <w:tcW w:w="4224" w:type="dxa"/>
          </w:tcPr>
          <w:p w14:paraId="1CC1E0F5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4DFEA66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F88BDF" w14:textId="77777777" w:rsidR="00F31C66" w:rsidRDefault="00F31C6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1ABE61" w14:textId="77777777" w:rsidR="0085747A" w:rsidRPr="008B1C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8B1CA5">
        <w:rPr>
          <w:rFonts w:ascii="Corbel" w:hAnsi="Corbel"/>
          <w:smallCaps w:val="0"/>
          <w:szCs w:val="24"/>
        </w:rPr>
        <w:t>LITERATURA</w:t>
      </w:r>
    </w:p>
    <w:p w14:paraId="12067D50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8B1CA5" w14:paraId="794699DB" w14:textId="77777777" w:rsidTr="00C64E6B">
        <w:trPr>
          <w:trHeight w:val="397"/>
        </w:trPr>
        <w:tc>
          <w:tcPr>
            <w:tcW w:w="9781" w:type="dxa"/>
          </w:tcPr>
          <w:p w14:paraId="1E021319" w14:textId="77777777" w:rsidR="0046325E" w:rsidRPr="008B1CA5" w:rsidRDefault="0046325E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A35FED" w14:textId="77777777" w:rsidR="0046325E" w:rsidRPr="00F31C66" w:rsidRDefault="0046325E" w:rsidP="00F31C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UE jako czynnik poprawy konkurencyjności i jakości życia na obszarach wiejskich Podkarpacia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F31C66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6A3E9A1" w14:textId="325FD3ED" w:rsidR="0046325E" w:rsidRPr="00F31C66" w:rsidRDefault="00C117F7" w:rsidP="00F31C66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Kleinowski M., Piechowicz M., Sikora-Gaca M.</w:t>
            </w:r>
            <w:r w:rsidR="00F422A8">
              <w:rPr>
                <w:rFonts w:ascii="Corbel" w:hAnsi="Corbel"/>
                <w:sz w:val="24"/>
                <w:szCs w:val="24"/>
              </w:rPr>
              <w:t>,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i programy Unii Europejskiej wspierające przedsiębiorstwa w pe</w:t>
            </w:r>
            <w:r w:rsidR="00F31C66" w:rsidRPr="00F31C66">
              <w:rPr>
                <w:rFonts w:ascii="Corbel" w:hAnsi="Corbel"/>
                <w:i/>
                <w:sz w:val="24"/>
                <w:szCs w:val="24"/>
              </w:rPr>
              <w:t>rspektywie finansowej 2014-2020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F31C6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F31C66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  <w:tr w:rsidR="0046325E" w:rsidRPr="008B1CA5" w14:paraId="0C002E3C" w14:textId="77777777" w:rsidTr="00C64E6B">
        <w:trPr>
          <w:trHeight w:val="397"/>
        </w:trPr>
        <w:tc>
          <w:tcPr>
            <w:tcW w:w="9781" w:type="dxa"/>
          </w:tcPr>
          <w:p w14:paraId="248954A1" w14:textId="77777777" w:rsidR="0046325E" w:rsidRPr="008B1CA5" w:rsidRDefault="0046325E" w:rsidP="00F31C6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38077E2" w14:textId="54815B02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Ministerstwo Rozwoju. Instrumenty finansowe w ramach p</w:t>
            </w:r>
            <w:r w:rsidR="00F422A8">
              <w:rPr>
                <w:rFonts w:ascii="Corbel" w:hAnsi="Corbel"/>
                <w:sz w:val="24"/>
                <w:szCs w:val="24"/>
              </w:rPr>
              <w:t>erspektywy finansowej 2014-2020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, zakres i forma. Warszawa 2017.  </w:t>
            </w:r>
          </w:p>
          <w:p w14:paraId="3283F950" w14:textId="77777777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F31C66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7DFA61CD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86E38C" w14:textId="77777777" w:rsidR="00BE3D8F" w:rsidRPr="008B1CA5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41EE5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1F109" w14:textId="77777777" w:rsidR="0085747A" w:rsidRPr="008B1CA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1C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B1CA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06EF4" w14:textId="77777777" w:rsidR="001524A7" w:rsidRDefault="001524A7" w:rsidP="00C16ABF">
      <w:pPr>
        <w:spacing w:after="0" w:line="240" w:lineRule="auto"/>
      </w:pPr>
      <w:r>
        <w:separator/>
      </w:r>
    </w:p>
  </w:endnote>
  <w:endnote w:type="continuationSeparator" w:id="0">
    <w:p w14:paraId="7AA741A6" w14:textId="77777777" w:rsidR="001524A7" w:rsidRDefault="001524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DFFB04" w14:textId="77777777" w:rsidR="001524A7" w:rsidRDefault="001524A7" w:rsidP="00C16ABF">
      <w:pPr>
        <w:spacing w:after="0" w:line="240" w:lineRule="auto"/>
      </w:pPr>
      <w:r>
        <w:separator/>
      </w:r>
    </w:p>
  </w:footnote>
  <w:footnote w:type="continuationSeparator" w:id="0">
    <w:p w14:paraId="36A475F7" w14:textId="77777777" w:rsidR="001524A7" w:rsidRDefault="001524A7" w:rsidP="00C16ABF">
      <w:pPr>
        <w:spacing w:after="0" w:line="240" w:lineRule="auto"/>
      </w:pPr>
      <w:r>
        <w:continuationSeparator/>
      </w:r>
    </w:p>
  </w:footnote>
  <w:footnote w:id="1">
    <w:p w14:paraId="4FF16992" w14:textId="77777777" w:rsidR="00B27732" w:rsidRDefault="00B27732" w:rsidP="00B277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460DCF"/>
    <w:multiLevelType w:val="hybridMultilevel"/>
    <w:tmpl w:val="F532089C"/>
    <w:lvl w:ilvl="0" w:tplc="914C8C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9156BD8"/>
    <w:multiLevelType w:val="hybridMultilevel"/>
    <w:tmpl w:val="27960F9A"/>
    <w:lvl w:ilvl="0" w:tplc="E474C48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02E"/>
    <w:rsid w:val="000048FD"/>
    <w:rsid w:val="000077B4"/>
    <w:rsid w:val="00015B8F"/>
    <w:rsid w:val="00022ECE"/>
    <w:rsid w:val="00042A51"/>
    <w:rsid w:val="00042D2E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24A7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6FE9"/>
    <w:rsid w:val="0034759A"/>
    <w:rsid w:val="003503F6"/>
    <w:rsid w:val="00352B6B"/>
    <w:rsid w:val="003530DD"/>
    <w:rsid w:val="00363F78"/>
    <w:rsid w:val="003A0A5B"/>
    <w:rsid w:val="003A1176"/>
    <w:rsid w:val="003A1990"/>
    <w:rsid w:val="003A50F4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66862"/>
    <w:rsid w:val="004706D1"/>
    <w:rsid w:val="00471326"/>
    <w:rsid w:val="0047598D"/>
    <w:rsid w:val="00476C6E"/>
    <w:rsid w:val="004840FD"/>
    <w:rsid w:val="00490F7D"/>
    <w:rsid w:val="00491678"/>
    <w:rsid w:val="00494ECE"/>
    <w:rsid w:val="004968E2"/>
    <w:rsid w:val="004A3EEA"/>
    <w:rsid w:val="004A4D1F"/>
    <w:rsid w:val="004D5282"/>
    <w:rsid w:val="004F1551"/>
    <w:rsid w:val="004F55A3"/>
    <w:rsid w:val="0050496F"/>
    <w:rsid w:val="00504D7C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FC4"/>
    <w:rsid w:val="005B4E9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2CA"/>
    <w:rsid w:val="006B06A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B9C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3285"/>
    <w:rsid w:val="007D6E56"/>
    <w:rsid w:val="007F4155"/>
    <w:rsid w:val="0081554D"/>
    <w:rsid w:val="0081707E"/>
    <w:rsid w:val="0083381C"/>
    <w:rsid w:val="008449B3"/>
    <w:rsid w:val="0085042E"/>
    <w:rsid w:val="00851CA3"/>
    <w:rsid w:val="008552A2"/>
    <w:rsid w:val="00856CC5"/>
    <w:rsid w:val="0085747A"/>
    <w:rsid w:val="00884922"/>
    <w:rsid w:val="00885F64"/>
    <w:rsid w:val="008917F9"/>
    <w:rsid w:val="008A45F7"/>
    <w:rsid w:val="008B1CA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C86"/>
    <w:rsid w:val="00946F3F"/>
    <w:rsid w:val="009508DF"/>
    <w:rsid w:val="00950DAC"/>
    <w:rsid w:val="00954A07"/>
    <w:rsid w:val="00984B23"/>
    <w:rsid w:val="00991867"/>
    <w:rsid w:val="009976AF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03C"/>
    <w:rsid w:val="00A53FA5"/>
    <w:rsid w:val="00A54817"/>
    <w:rsid w:val="00A601C8"/>
    <w:rsid w:val="00A60799"/>
    <w:rsid w:val="00A62A53"/>
    <w:rsid w:val="00A84C85"/>
    <w:rsid w:val="00A97DE1"/>
    <w:rsid w:val="00AA443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27732"/>
    <w:rsid w:val="00B3130B"/>
    <w:rsid w:val="00B40ADB"/>
    <w:rsid w:val="00B43B77"/>
    <w:rsid w:val="00B43E80"/>
    <w:rsid w:val="00B43F9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7723"/>
    <w:rsid w:val="00EE32DE"/>
    <w:rsid w:val="00EE5457"/>
    <w:rsid w:val="00F070AB"/>
    <w:rsid w:val="00F12300"/>
    <w:rsid w:val="00F17567"/>
    <w:rsid w:val="00F22808"/>
    <w:rsid w:val="00F27A7B"/>
    <w:rsid w:val="00F31C66"/>
    <w:rsid w:val="00F422A8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C11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7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7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7732"/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7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7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7732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2992E-BEFC-43AE-B244-B5D5C4386B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BB4221-D2CD-4463-8EC1-77281F543432}"/>
</file>

<file path=customXml/itemProps3.xml><?xml version="1.0" encoding="utf-8"?>
<ds:datastoreItem xmlns:ds="http://schemas.openxmlformats.org/officeDocument/2006/customXml" ds:itemID="{89C34A2B-E823-4C51-A740-718654D7C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CC33FC-CB2A-4BE2-90B4-50A39D01E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2020-10-20T08:22:00Z</dcterms:created>
  <dcterms:modified xsi:type="dcterms:W3CDTF">2022-05-31T09:04:00Z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